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2B76C18E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304641">
        <w:rPr>
          <w:lang w:eastAsia="cs-CZ"/>
        </w:rPr>
        <w:t>2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28728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4E2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3C0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DF8673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9CBD39B" w14:textId="77777777" w:rsidR="00CD53C7" w:rsidRPr="00945BA7" w:rsidRDefault="00CD53C7" w:rsidP="00CD53C7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6B819096" w14:textId="77777777" w:rsidR="00CD53C7" w:rsidRPr="00945BA7" w:rsidRDefault="00CD53C7" w:rsidP="00CD53C7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1D361DC0" w14:textId="6494BBEF" w:rsidR="00F1715C" w:rsidRDefault="00CD53C7" w:rsidP="00CD53C7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324D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6F5B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04641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CD53C7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943E8ADF-5204-4E1F-9E09-188332CF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34346A-5BAE-4807-ACCD-97BAE5F78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8</cp:revision>
  <cp:lastPrinted>2020-07-15T06:29:00Z</cp:lastPrinted>
  <dcterms:created xsi:type="dcterms:W3CDTF">2020-11-18T18:18:00Z</dcterms:created>
  <dcterms:modified xsi:type="dcterms:W3CDTF">2021-07-27T07:17:00Z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